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873FB9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3398D" w:rsidRPr="0003398D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3398D" w:rsidRPr="0003398D">
        <w:rPr>
          <w:b/>
          <w:sz w:val="24"/>
        </w:rPr>
        <w:t>BP.271.34.2019.BS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3398D" w:rsidRPr="0003398D">
        <w:rPr>
          <w:b/>
        </w:rPr>
        <w:t>przetarg nieograniczony</w:t>
      </w:r>
      <w:r w:rsidR="00753DC1">
        <w:t xml:space="preserve"> na:</w:t>
      </w:r>
    </w:p>
    <w:p w:rsidR="0000184A" w:rsidRDefault="0003398D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3398D">
        <w:rPr>
          <w:b/>
          <w:sz w:val="24"/>
          <w:szCs w:val="24"/>
        </w:rPr>
        <w:t>Remont lokalu mieszkalnego przy ul. Andrzeja Frycza Modrzewskiego 8/4a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3398D" w:rsidRPr="0003398D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3398D" w:rsidRPr="0003398D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3398D" w:rsidRPr="0003398D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1BF" w:rsidRDefault="00C831BF">
      <w:r>
        <w:separator/>
      </w:r>
    </w:p>
  </w:endnote>
  <w:endnote w:type="continuationSeparator" w:id="0">
    <w:p w:rsidR="00C831BF" w:rsidRDefault="00C8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73FB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73FB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73FB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8D" w:rsidRDefault="000339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1BF" w:rsidRDefault="00C831BF">
      <w:r>
        <w:separator/>
      </w:r>
    </w:p>
  </w:footnote>
  <w:footnote w:type="continuationSeparator" w:id="0">
    <w:p w:rsidR="00C831BF" w:rsidRDefault="00C831BF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8D" w:rsidRDefault="000339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8D" w:rsidRDefault="000339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8D" w:rsidRDefault="000339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F"/>
    <w:rsid w:val="0000184A"/>
    <w:rsid w:val="00012997"/>
    <w:rsid w:val="0003398D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73FB9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831BF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ADF4B-B181-4493-B4B3-214E3432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2019-09-02T10:23:00Z</dcterms:created>
  <dcterms:modified xsi:type="dcterms:W3CDTF">2019-09-02T10:23:00Z</dcterms:modified>
</cp:coreProperties>
</file>